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FE" w:rsidRDefault="00A07FFE" w:rsidP="00A07FFE">
      <w:pPr>
        <w:jc w:val="center"/>
        <w:rPr>
          <w:rFonts w:ascii="Tahoma" w:hAnsi="Tahoma" w:cs="Tahoma"/>
          <w:b/>
          <w:i/>
          <w:u w:val="single"/>
        </w:rPr>
      </w:pPr>
      <w:r>
        <w:rPr>
          <w:rFonts w:ascii="Tahoma" w:hAnsi="Tahoma" w:cs="Tahoma"/>
          <w:b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07FFE" w:rsidRDefault="00A07FFE">
      <w:pPr>
        <w:pStyle w:val="Nadpis1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BF7E67" w:rsidRDefault="00F67C9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22</w:t>
      </w:r>
      <w:r w:rsidR="003F0E78">
        <w:rPr>
          <w:rFonts w:ascii="Tahoma" w:hAnsi="Tahoma" w:cs="Tahoma"/>
          <w:sz w:val="24"/>
          <w:szCs w:val="24"/>
        </w:rPr>
        <w:t>/</w:t>
      </w:r>
      <w:r w:rsidR="00BE4B09">
        <w:rPr>
          <w:rFonts w:ascii="Tahoma" w:hAnsi="Tahoma" w:cs="Tahoma"/>
          <w:sz w:val="24"/>
          <w:szCs w:val="24"/>
        </w:rPr>
        <w:t>03</w:t>
      </w:r>
      <w:r w:rsidR="00905DC1">
        <w:rPr>
          <w:rFonts w:ascii="Tahoma" w:hAnsi="Tahoma" w:cs="Tahoma"/>
          <w:sz w:val="24"/>
          <w:szCs w:val="24"/>
        </w:rPr>
        <w:t>a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65834" w:rsidRDefault="004748F8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Vykonávání péče o děti v předškolních zařízeních – krizová situace</w:t>
      </w:r>
    </w:p>
    <w:p w:rsidR="0030319F" w:rsidRPr="00556744" w:rsidRDefault="0030319F" w:rsidP="00905DC1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053C5A" w:rsidRDefault="00053C5A" w:rsidP="00556744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67C97">
        <w:rPr>
          <w:rFonts w:ascii="Tahoma" w:hAnsi="Tahoma" w:cs="Tahoma"/>
          <w:sz w:val="20"/>
          <w:szCs w:val="20"/>
        </w:rPr>
        <w:t>14</w:t>
      </w:r>
      <w:r w:rsidR="003F0E78">
        <w:rPr>
          <w:rFonts w:ascii="Tahoma" w:hAnsi="Tahoma" w:cs="Tahoma"/>
          <w:sz w:val="20"/>
          <w:szCs w:val="20"/>
        </w:rPr>
        <w:t xml:space="preserve">. </w:t>
      </w:r>
      <w:r w:rsidR="00F67C97">
        <w:rPr>
          <w:rFonts w:ascii="Tahoma" w:hAnsi="Tahoma" w:cs="Tahoma"/>
          <w:sz w:val="20"/>
          <w:szCs w:val="20"/>
        </w:rPr>
        <w:t>října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5DC1" w:rsidRDefault="00905DC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5DC1" w:rsidRDefault="00905DC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5DC1" w:rsidRDefault="00905DC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65834" w:rsidRPr="00B92845" w:rsidRDefault="004748F8" w:rsidP="00465834">
      <w:pPr>
        <w:pStyle w:val="Nadpis2"/>
        <w:numPr>
          <w:ilvl w:val="0"/>
          <w:numId w:val="3"/>
        </w:numPr>
        <w:jc w:val="both"/>
      </w:pPr>
      <w:r>
        <w:t>Vykonávání péče o děti v předškolních zařízeních – krizová situace</w:t>
      </w:r>
    </w:p>
    <w:p w:rsidR="00465834" w:rsidRPr="00CF61D4" w:rsidRDefault="00465834" w:rsidP="00465834">
      <w:pPr>
        <w:jc w:val="both"/>
        <w:rPr>
          <w:rFonts w:ascii="Tahoma" w:hAnsi="Tahoma" w:cs="Tahoma"/>
          <w:sz w:val="20"/>
          <w:szCs w:val="20"/>
        </w:rPr>
      </w:pPr>
    </w:p>
    <w:p w:rsidR="00465834" w:rsidRPr="00B92845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  <w:r w:rsidRPr="00B9284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65834" w:rsidRPr="00B92845" w:rsidRDefault="00905DC1" w:rsidP="00905DC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 města Strakonice plnící úkoly zřizovatele mateřských škol zřizovaných městem Strakonice žádá rodiče dětí navštěvujících tyto mateřské školy, kteří čerpají mateřskou či rodičovskou dovolenou a nedocházejí do zaměstnání, aby v době vyhlášeného nouzového stavu ponechali v domácí péči i dítě, které jinak navštěvuje mateřskou školu.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</w:p>
    <w:p w:rsidR="00805455" w:rsidRPr="00C02D06" w:rsidRDefault="00805455" w:rsidP="009226B5">
      <w:pPr>
        <w:jc w:val="both"/>
        <w:rPr>
          <w:rFonts w:ascii="Tahoma" w:hAnsi="Tahoma" w:cs="Tahoma"/>
          <w:sz w:val="20"/>
          <w:szCs w:val="20"/>
        </w:rPr>
      </w:pPr>
    </w:p>
    <w:p w:rsidR="00C44EEC" w:rsidRDefault="00C44EEC" w:rsidP="00265294">
      <w:pPr>
        <w:pStyle w:val="Zkladntext2"/>
        <w:rPr>
          <w:rFonts w:ascii="Tahoma" w:hAnsi="Tahoma" w:cs="Tahoma"/>
          <w:iCs/>
          <w:sz w:val="20"/>
          <w:szCs w:val="22"/>
        </w:rPr>
      </w:pPr>
    </w:p>
    <w:sectPr w:rsidR="00C44EEC" w:rsidSect="0035017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8A94F84E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10A2B5A"/>
    <w:multiLevelType w:val="hybridMultilevel"/>
    <w:tmpl w:val="A45E2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62587"/>
    <w:multiLevelType w:val="hybridMultilevel"/>
    <w:tmpl w:val="D1C2A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1122E"/>
    <w:multiLevelType w:val="hybridMultilevel"/>
    <w:tmpl w:val="5D7E3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93BB6"/>
    <w:multiLevelType w:val="hybridMultilevel"/>
    <w:tmpl w:val="D18EEC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87DEC7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146FF"/>
    <w:rsid w:val="0003551C"/>
    <w:rsid w:val="000530CB"/>
    <w:rsid w:val="00053C5A"/>
    <w:rsid w:val="00073649"/>
    <w:rsid w:val="00077160"/>
    <w:rsid w:val="000957CC"/>
    <w:rsid w:val="000C1360"/>
    <w:rsid w:val="000C7C2F"/>
    <w:rsid w:val="000F17C1"/>
    <w:rsid w:val="000F33D5"/>
    <w:rsid w:val="000F5484"/>
    <w:rsid w:val="000F6725"/>
    <w:rsid w:val="00112284"/>
    <w:rsid w:val="00123E97"/>
    <w:rsid w:val="00142795"/>
    <w:rsid w:val="00143557"/>
    <w:rsid w:val="001A0FC7"/>
    <w:rsid w:val="001D0CA2"/>
    <w:rsid w:val="001E04C6"/>
    <w:rsid w:val="00212025"/>
    <w:rsid w:val="00230AF4"/>
    <w:rsid w:val="00232942"/>
    <w:rsid w:val="0025699F"/>
    <w:rsid w:val="00265294"/>
    <w:rsid w:val="0027705C"/>
    <w:rsid w:val="002A507F"/>
    <w:rsid w:val="002A58D2"/>
    <w:rsid w:val="002D2408"/>
    <w:rsid w:val="002E47F9"/>
    <w:rsid w:val="002F14FC"/>
    <w:rsid w:val="002F2776"/>
    <w:rsid w:val="0030319F"/>
    <w:rsid w:val="00314E0C"/>
    <w:rsid w:val="00350175"/>
    <w:rsid w:val="00372ED8"/>
    <w:rsid w:val="003768E1"/>
    <w:rsid w:val="003837C4"/>
    <w:rsid w:val="003A2515"/>
    <w:rsid w:val="003B0BDA"/>
    <w:rsid w:val="003C4E44"/>
    <w:rsid w:val="003C78C2"/>
    <w:rsid w:val="003D1014"/>
    <w:rsid w:val="003D22BF"/>
    <w:rsid w:val="003D7520"/>
    <w:rsid w:val="003D7E1F"/>
    <w:rsid w:val="003E5A69"/>
    <w:rsid w:val="003F0E78"/>
    <w:rsid w:val="003F5618"/>
    <w:rsid w:val="00403F98"/>
    <w:rsid w:val="0041342E"/>
    <w:rsid w:val="0041767D"/>
    <w:rsid w:val="00417FA1"/>
    <w:rsid w:val="00423B79"/>
    <w:rsid w:val="00423C26"/>
    <w:rsid w:val="00434F44"/>
    <w:rsid w:val="0044597C"/>
    <w:rsid w:val="00465834"/>
    <w:rsid w:val="004748F8"/>
    <w:rsid w:val="00484E6A"/>
    <w:rsid w:val="004850AA"/>
    <w:rsid w:val="00490BE8"/>
    <w:rsid w:val="00491583"/>
    <w:rsid w:val="005206D2"/>
    <w:rsid w:val="00532C11"/>
    <w:rsid w:val="0055252F"/>
    <w:rsid w:val="00556744"/>
    <w:rsid w:val="005626B7"/>
    <w:rsid w:val="005719EA"/>
    <w:rsid w:val="005A6B3A"/>
    <w:rsid w:val="005B73DA"/>
    <w:rsid w:val="005E0400"/>
    <w:rsid w:val="00601FCE"/>
    <w:rsid w:val="00613207"/>
    <w:rsid w:val="006266B7"/>
    <w:rsid w:val="0065662D"/>
    <w:rsid w:val="0067684D"/>
    <w:rsid w:val="00692081"/>
    <w:rsid w:val="00692F9B"/>
    <w:rsid w:val="006A337C"/>
    <w:rsid w:val="006D6D88"/>
    <w:rsid w:val="006F18F1"/>
    <w:rsid w:val="006F48DE"/>
    <w:rsid w:val="00702BCE"/>
    <w:rsid w:val="00795F36"/>
    <w:rsid w:val="007A2AB6"/>
    <w:rsid w:val="007A5CB8"/>
    <w:rsid w:val="007C4048"/>
    <w:rsid w:val="007D75E2"/>
    <w:rsid w:val="00803759"/>
    <w:rsid w:val="00805455"/>
    <w:rsid w:val="00821D2B"/>
    <w:rsid w:val="00833F1E"/>
    <w:rsid w:val="00863B3F"/>
    <w:rsid w:val="008B2A19"/>
    <w:rsid w:val="008E6A45"/>
    <w:rsid w:val="00904341"/>
    <w:rsid w:val="00905DC1"/>
    <w:rsid w:val="00910B56"/>
    <w:rsid w:val="009226B5"/>
    <w:rsid w:val="00931AF9"/>
    <w:rsid w:val="00963344"/>
    <w:rsid w:val="009777D0"/>
    <w:rsid w:val="0098391F"/>
    <w:rsid w:val="00985D99"/>
    <w:rsid w:val="009919B4"/>
    <w:rsid w:val="00994D5B"/>
    <w:rsid w:val="009E26DB"/>
    <w:rsid w:val="00A076D7"/>
    <w:rsid w:val="00A07FFE"/>
    <w:rsid w:val="00A313F3"/>
    <w:rsid w:val="00A41CF9"/>
    <w:rsid w:val="00A432F0"/>
    <w:rsid w:val="00A50FE7"/>
    <w:rsid w:val="00A60502"/>
    <w:rsid w:val="00A733C2"/>
    <w:rsid w:val="00AA764F"/>
    <w:rsid w:val="00AB1B8F"/>
    <w:rsid w:val="00AC1082"/>
    <w:rsid w:val="00AE3436"/>
    <w:rsid w:val="00AF787D"/>
    <w:rsid w:val="00B00341"/>
    <w:rsid w:val="00B100DD"/>
    <w:rsid w:val="00B16A57"/>
    <w:rsid w:val="00B171DE"/>
    <w:rsid w:val="00B21534"/>
    <w:rsid w:val="00B66B08"/>
    <w:rsid w:val="00B92845"/>
    <w:rsid w:val="00BA3B71"/>
    <w:rsid w:val="00BA6F31"/>
    <w:rsid w:val="00BB4292"/>
    <w:rsid w:val="00BC0401"/>
    <w:rsid w:val="00BE4B09"/>
    <w:rsid w:val="00BE584A"/>
    <w:rsid w:val="00BF1951"/>
    <w:rsid w:val="00BF3279"/>
    <w:rsid w:val="00BF7E67"/>
    <w:rsid w:val="00C22772"/>
    <w:rsid w:val="00C44EEC"/>
    <w:rsid w:val="00C67549"/>
    <w:rsid w:val="00CF61D4"/>
    <w:rsid w:val="00D02C73"/>
    <w:rsid w:val="00D0502F"/>
    <w:rsid w:val="00D1708E"/>
    <w:rsid w:val="00D54346"/>
    <w:rsid w:val="00D61F38"/>
    <w:rsid w:val="00D70698"/>
    <w:rsid w:val="00DF5A91"/>
    <w:rsid w:val="00E10DA1"/>
    <w:rsid w:val="00E12C55"/>
    <w:rsid w:val="00E30440"/>
    <w:rsid w:val="00E42B3B"/>
    <w:rsid w:val="00E64084"/>
    <w:rsid w:val="00EB6CA6"/>
    <w:rsid w:val="00F129D0"/>
    <w:rsid w:val="00F348B8"/>
    <w:rsid w:val="00F67C97"/>
    <w:rsid w:val="00F7519F"/>
    <w:rsid w:val="00F862F1"/>
    <w:rsid w:val="00FA498A"/>
    <w:rsid w:val="00FB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84D14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05455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805455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0F548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F5484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6529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6529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613207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C44EE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4EE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410</TotalTime>
  <Pages>2</Pages>
  <Words>122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Radmila Brušáková</cp:lastModifiedBy>
  <cp:revision>84</cp:revision>
  <cp:lastPrinted>2020-04-08T11:13:00Z</cp:lastPrinted>
  <dcterms:created xsi:type="dcterms:W3CDTF">2020-09-16T10:57:00Z</dcterms:created>
  <dcterms:modified xsi:type="dcterms:W3CDTF">2020-10-14T12:26:00Z</dcterms:modified>
</cp:coreProperties>
</file>